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328B9201-9DCC-4866-968A-1C76FBFDE1D2}"/>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